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49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248FF3" w14:textId="77777777" w:rsidR="00A75952" w:rsidRDefault="00A75952" w:rsidP="00A759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3B344C1" w14:textId="77777777" w:rsidR="00A75952" w:rsidRDefault="00A75952" w:rsidP="00A759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2020-2022</w:t>
      </w:r>
    </w:p>
    <w:p w14:paraId="1F617409" w14:textId="77777777" w:rsidR="00A75952" w:rsidRDefault="00A75952" w:rsidP="00A759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11375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3B80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066AB" w14:textId="77777777" w:rsidTr="00B819C8">
        <w:tc>
          <w:tcPr>
            <w:tcW w:w="2694" w:type="dxa"/>
            <w:vAlign w:val="center"/>
          </w:tcPr>
          <w:p w14:paraId="1574D337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79F20" w14:textId="77777777" w:rsidR="0085747A" w:rsidRPr="00EB0BCF" w:rsidRDefault="00EB0B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BCF">
              <w:rPr>
                <w:rFonts w:ascii="Corbel" w:hAnsi="Corbel"/>
                <w:b w:val="0"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6AB9B921" w14:textId="77777777" w:rsidTr="00B819C8">
        <w:tc>
          <w:tcPr>
            <w:tcW w:w="2694" w:type="dxa"/>
            <w:vAlign w:val="center"/>
          </w:tcPr>
          <w:p w14:paraId="6E6F7201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757FEE" w14:textId="3179A46A" w:rsidR="0085747A" w:rsidRPr="009C54AE" w:rsidRDefault="00FE51E3" w:rsidP="00A06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0633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7EB3871" w14:textId="77777777" w:rsidTr="00B819C8">
        <w:tc>
          <w:tcPr>
            <w:tcW w:w="2694" w:type="dxa"/>
            <w:vAlign w:val="center"/>
          </w:tcPr>
          <w:p w14:paraId="720027DD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063350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77AE3BB" w14:textId="77777777" w:rsidTr="00B819C8">
        <w:tc>
          <w:tcPr>
            <w:tcW w:w="2694" w:type="dxa"/>
            <w:vAlign w:val="center"/>
          </w:tcPr>
          <w:p w14:paraId="65E0F940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C700EB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2A090EE0" w14:textId="77777777" w:rsidTr="00B819C8">
        <w:tc>
          <w:tcPr>
            <w:tcW w:w="2694" w:type="dxa"/>
            <w:vAlign w:val="center"/>
          </w:tcPr>
          <w:p w14:paraId="307F44CB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7EF1A5" w14:textId="77777777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A903F0C" w14:textId="77777777" w:rsidTr="00B819C8">
        <w:tc>
          <w:tcPr>
            <w:tcW w:w="2694" w:type="dxa"/>
            <w:vAlign w:val="center"/>
          </w:tcPr>
          <w:p w14:paraId="388C693D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AE1608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F28C0C1" w14:textId="77777777" w:rsidTr="00B819C8">
        <w:tc>
          <w:tcPr>
            <w:tcW w:w="2694" w:type="dxa"/>
            <w:vAlign w:val="center"/>
          </w:tcPr>
          <w:p w14:paraId="2ACF78DE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5C9764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1ADDA7" w14:textId="77777777" w:rsidTr="00B819C8">
        <w:tc>
          <w:tcPr>
            <w:tcW w:w="2694" w:type="dxa"/>
            <w:vAlign w:val="center"/>
          </w:tcPr>
          <w:p w14:paraId="79777577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E24FC3" w14:textId="7369E60D" w:rsidR="0085747A" w:rsidRPr="009C54AE" w:rsidRDefault="00A06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437B2C6" w14:textId="77777777" w:rsidTr="00B819C8">
        <w:tc>
          <w:tcPr>
            <w:tcW w:w="2694" w:type="dxa"/>
            <w:vAlign w:val="center"/>
          </w:tcPr>
          <w:p w14:paraId="18B64C9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A47560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17CA2AA6" w14:textId="77777777" w:rsidTr="00B819C8">
        <w:tc>
          <w:tcPr>
            <w:tcW w:w="2694" w:type="dxa"/>
            <w:vAlign w:val="center"/>
          </w:tcPr>
          <w:p w14:paraId="77D23A0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093885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4F2F8C4" w14:textId="77777777" w:rsidTr="00B819C8">
        <w:tc>
          <w:tcPr>
            <w:tcW w:w="2694" w:type="dxa"/>
            <w:vAlign w:val="center"/>
          </w:tcPr>
          <w:p w14:paraId="41D2DE1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F3CF9" w14:textId="77777777" w:rsidR="00923D7D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CD1C1C7" w14:textId="77777777" w:rsidTr="00B819C8">
        <w:tc>
          <w:tcPr>
            <w:tcW w:w="2694" w:type="dxa"/>
            <w:vAlign w:val="center"/>
          </w:tcPr>
          <w:p w14:paraId="583E6F0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35B0EF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411A04A8" w14:textId="77777777" w:rsidTr="00B819C8">
        <w:tc>
          <w:tcPr>
            <w:tcW w:w="2694" w:type="dxa"/>
            <w:vAlign w:val="center"/>
          </w:tcPr>
          <w:p w14:paraId="3603B9FF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034926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E317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AE40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FD56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7AD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D39DFC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8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69A59FC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21F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Wykł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A85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19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Konw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CB4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DD5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Sem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890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9D2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Prakt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78D9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DF9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2C884B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F99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EE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CF3" w14:textId="5345FB49" w:rsidR="00015B8F" w:rsidRPr="009C54AE" w:rsidRDefault="00A063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F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8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CF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A4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52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E4B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7596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0E98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09F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B4658F" w14:textId="77777777" w:rsidR="0085747A" w:rsidRPr="009C54AE" w:rsidRDefault="009607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A8E72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AD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FD1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4B27C4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7A4167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785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571F3" w14:textId="77777777" w:rsidTr="00745302">
        <w:tc>
          <w:tcPr>
            <w:tcW w:w="9670" w:type="dxa"/>
          </w:tcPr>
          <w:p w14:paraId="7EFDE70A" w14:textId="77777777" w:rsidR="0085747A" w:rsidRPr="007C5ECE" w:rsidRDefault="00F91AE2" w:rsidP="00D37577">
            <w:pPr>
              <w:pStyle w:val="Punktygwne"/>
              <w:spacing w:before="0" w:after="0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prawa,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19417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67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D2F8B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9B97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44294A18" w14:textId="77777777" w:rsidTr="00F95E7F">
        <w:tc>
          <w:tcPr>
            <w:tcW w:w="851" w:type="dxa"/>
            <w:vAlign w:val="center"/>
          </w:tcPr>
          <w:p w14:paraId="6D1F97EA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13D6EE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6D85AE3B" w14:textId="77777777" w:rsidTr="00F95E7F">
        <w:tc>
          <w:tcPr>
            <w:tcW w:w="851" w:type="dxa"/>
            <w:vAlign w:val="center"/>
          </w:tcPr>
          <w:p w14:paraId="7F0C4844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3D58D5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772CC4E1" w14:textId="77777777" w:rsidTr="00F95E7F">
        <w:tc>
          <w:tcPr>
            <w:tcW w:w="851" w:type="dxa"/>
            <w:vAlign w:val="center"/>
          </w:tcPr>
          <w:p w14:paraId="3C79F8E2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4DBBDC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0B89E367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3E59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6726E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55C9413" w14:textId="77777777" w:rsidTr="0071620A">
        <w:tc>
          <w:tcPr>
            <w:tcW w:w="1701" w:type="dxa"/>
            <w:vAlign w:val="center"/>
          </w:tcPr>
          <w:p w14:paraId="0A20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8284D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D356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8A4738" w14:textId="77777777" w:rsidTr="005E6E85">
        <w:tc>
          <w:tcPr>
            <w:tcW w:w="1701" w:type="dxa"/>
          </w:tcPr>
          <w:p w14:paraId="7BA9A618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55D70A" w14:textId="77777777" w:rsidR="0085747A" w:rsidRPr="00D37577" w:rsidRDefault="00706CEA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14:paraId="162758E7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17EFE159" w14:textId="77777777" w:rsidTr="005E6E85">
        <w:tc>
          <w:tcPr>
            <w:tcW w:w="1701" w:type="dxa"/>
          </w:tcPr>
          <w:p w14:paraId="19DB1D1E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5F8BF6D" w14:textId="77777777" w:rsidR="0085747A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32D45C90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289BDCF7" w14:textId="77777777" w:rsidTr="005E6E85">
        <w:tc>
          <w:tcPr>
            <w:tcW w:w="1701" w:type="dxa"/>
          </w:tcPr>
          <w:p w14:paraId="68A4CF6C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5B65600" w14:textId="77777777" w:rsidR="00A93E78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posiada zdolność tworzenia i rozwijania kontaktów z otoczeniem społecznym (interesariuszami zewnętrznymi) oraz współpracy  na rzecz rozwiązywania problemów z zakresu pracy socjalne</w:t>
            </w:r>
            <w:r w:rsidR="00CB6FFC" w:rsidRPr="00D37577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73" w:type="dxa"/>
          </w:tcPr>
          <w:p w14:paraId="0F0E09D5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E78A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A14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4FF44C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5F91E" w14:textId="77777777" w:rsidTr="00923D7D">
        <w:tc>
          <w:tcPr>
            <w:tcW w:w="9639" w:type="dxa"/>
          </w:tcPr>
          <w:p w14:paraId="0F5BEB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AD57604" w14:textId="77777777" w:rsidTr="00923D7D">
        <w:tc>
          <w:tcPr>
            <w:tcW w:w="9639" w:type="dxa"/>
          </w:tcPr>
          <w:p w14:paraId="6712E4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1D5E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AD25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3E78" w:rsidRPr="009C54AE" w14:paraId="65C0AC89" w14:textId="77777777" w:rsidTr="00BC7189">
        <w:tc>
          <w:tcPr>
            <w:tcW w:w="9639" w:type="dxa"/>
          </w:tcPr>
          <w:p w14:paraId="0495112D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6215B988" w14:textId="77777777" w:rsidTr="00BC7189">
        <w:tc>
          <w:tcPr>
            <w:tcW w:w="9639" w:type="dxa"/>
          </w:tcPr>
          <w:p w14:paraId="2BA7DEA9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B56D27C" w14:textId="77777777" w:rsidTr="00BC7189">
        <w:tc>
          <w:tcPr>
            <w:tcW w:w="9639" w:type="dxa"/>
          </w:tcPr>
          <w:p w14:paraId="767B82D3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402816EF" w14:textId="77777777" w:rsidTr="00BC7189">
        <w:tc>
          <w:tcPr>
            <w:tcW w:w="9639" w:type="dxa"/>
          </w:tcPr>
          <w:p w14:paraId="4CD5C65F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15D2FE6D" w14:textId="77777777" w:rsidTr="00BC7189">
        <w:tc>
          <w:tcPr>
            <w:tcW w:w="9639" w:type="dxa"/>
          </w:tcPr>
          <w:p w14:paraId="5D04A24B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2ED0B5B0" w14:textId="77777777" w:rsidTr="00BC7189">
        <w:tc>
          <w:tcPr>
            <w:tcW w:w="9639" w:type="dxa"/>
          </w:tcPr>
          <w:p w14:paraId="5A7753A5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2A20BB57" w14:textId="77777777" w:rsidTr="00BC7189">
        <w:tc>
          <w:tcPr>
            <w:tcW w:w="9639" w:type="dxa"/>
          </w:tcPr>
          <w:p w14:paraId="17D6E520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0E2A0EE4" w14:textId="77777777" w:rsidTr="00BC7189">
        <w:tc>
          <w:tcPr>
            <w:tcW w:w="9639" w:type="dxa"/>
          </w:tcPr>
          <w:p w14:paraId="44BFD3B8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Świadczenia i dodatki przysługujące rodzinie zastępczej i prowadzącemu rodzinny dom dziecka</w:t>
            </w:r>
          </w:p>
        </w:tc>
      </w:tr>
      <w:tr w:rsidR="00A93E78" w:rsidRPr="009C54AE" w14:paraId="0E5CBB47" w14:textId="77777777" w:rsidTr="00BC7189">
        <w:tc>
          <w:tcPr>
            <w:tcW w:w="9639" w:type="dxa"/>
          </w:tcPr>
          <w:p w14:paraId="7E89FA85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Charakterystyka  postępowania adopcyjnego</w:t>
            </w:r>
          </w:p>
        </w:tc>
      </w:tr>
      <w:tr w:rsidR="00A93E78" w:rsidRPr="009C54AE" w14:paraId="2BC6D1D3" w14:textId="77777777" w:rsidTr="00BC7189">
        <w:tc>
          <w:tcPr>
            <w:tcW w:w="9639" w:type="dxa"/>
          </w:tcPr>
          <w:p w14:paraId="1689491E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zmierzające do przygotowania dziecka o adopcji</w:t>
            </w:r>
          </w:p>
        </w:tc>
      </w:tr>
      <w:tr w:rsidR="00A93E78" w:rsidRPr="009C54AE" w14:paraId="29F46AA8" w14:textId="77777777" w:rsidTr="00BC7189">
        <w:tc>
          <w:tcPr>
            <w:tcW w:w="9639" w:type="dxa"/>
          </w:tcPr>
          <w:p w14:paraId="056C61E6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  <w:tr w:rsidR="00A93E78" w:rsidRPr="009C54AE" w14:paraId="11209D55" w14:textId="77777777" w:rsidTr="00BC7189">
        <w:tc>
          <w:tcPr>
            <w:tcW w:w="9639" w:type="dxa"/>
          </w:tcPr>
          <w:p w14:paraId="20AC680E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 sprawdzające wiedzę studenta.</w:t>
            </w:r>
          </w:p>
        </w:tc>
      </w:tr>
    </w:tbl>
    <w:p w14:paraId="2B407A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3B5E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14A23" w14:textId="77777777" w:rsidR="0085747A" w:rsidRPr="009C54AE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35F66F" w14:textId="77777777" w:rsidR="00E960BB" w:rsidRPr="004A4D27" w:rsidRDefault="00CB6FFC" w:rsidP="004A4D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4D27">
        <w:rPr>
          <w:rFonts w:ascii="Corbel" w:hAnsi="Corbel"/>
          <w:b w:val="0"/>
          <w:smallCaps w:val="0"/>
          <w:szCs w:val="24"/>
        </w:rPr>
        <w:t>Konwersatorium</w:t>
      </w:r>
      <w:r w:rsidR="0070411D" w:rsidRPr="004A4D27">
        <w:rPr>
          <w:rFonts w:ascii="Corbel" w:hAnsi="Corbel"/>
          <w:b w:val="0"/>
          <w:smallCaps w:val="0"/>
          <w:szCs w:val="24"/>
        </w:rPr>
        <w:t>: analiza tekstów z dyskusją, , praca w grupach, prezentacje</w:t>
      </w:r>
    </w:p>
    <w:p w14:paraId="463BD2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5C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9ED53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6B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E0E0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154"/>
        <w:gridCol w:w="2561"/>
      </w:tblGrid>
      <w:tr w:rsidR="003B60C4" w:rsidRPr="009C54AE" w14:paraId="0A6D1828" w14:textId="77777777" w:rsidTr="004A4D27">
        <w:tc>
          <w:tcPr>
            <w:tcW w:w="1843" w:type="dxa"/>
            <w:vAlign w:val="center"/>
          </w:tcPr>
          <w:p w14:paraId="62133F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177A55F3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400E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737B887F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305656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FFC" w:rsidRPr="009C54AE" w14:paraId="6D392903" w14:textId="77777777" w:rsidTr="004A4D27">
        <w:tc>
          <w:tcPr>
            <w:tcW w:w="1843" w:type="dxa"/>
          </w:tcPr>
          <w:p w14:paraId="16447420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5B27AEF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1C6F19B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0F148220" w14:textId="77777777" w:rsidTr="004A4D27">
        <w:tc>
          <w:tcPr>
            <w:tcW w:w="1843" w:type="dxa"/>
          </w:tcPr>
          <w:p w14:paraId="44E73B25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75D4D95F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01A4170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217B7ABD" w14:textId="77777777" w:rsidTr="004A4D27">
        <w:tc>
          <w:tcPr>
            <w:tcW w:w="1843" w:type="dxa"/>
          </w:tcPr>
          <w:p w14:paraId="20D0AE8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C4A9DC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13B4FDDB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920668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9EF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3802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96A50" w14:textId="77777777" w:rsidTr="00923D7D">
        <w:tc>
          <w:tcPr>
            <w:tcW w:w="9670" w:type="dxa"/>
          </w:tcPr>
          <w:p w14:paraId="5ABF733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DB3DF1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0-10 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ndst</w:t>
            </w:r>
            <w:proofErr w:type="spellEnd"/>
          </w:p>
          <w:p w14:paraId="78836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11-13-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65573178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5D11A654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16-17-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0926C746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2FB78B58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 –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</w:p>
        </w:tc>
      </w:tr>
    </w:tbl>
    <w:p w14:paraId="7A205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070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81D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7575BE" w14:textId="77777777" w:rsidTr="003E1941">
        <w:tc>
          <w:tcPr>
            <w:tcW w:w="4962" w:type="dxa"/>
            <w:vAlign w:val="center"/>
          </w:tcPr>
          <w:p w14:paraId="2B37A1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15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020341" w14:textId="77777777" w:rsidTr="00923D7D">
        <w:tc>
          <w:tcPr>
            <w:tcW w:w="4962" w:type="dxa"/>
          </w:tcPr>
          <w:p w14:paraId="7132DE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83452F" w14:textId="3D444DB5" w:rsidR="0085747A" w:rsidRPr="009C54AE" w:rsidRDefault="00A06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9C54AE" w14:paraId="5BF7D84A" w14:textId="77777777" w:rsidTr="00923D7D">
        <w:tc>
          <w:tcPr>
            <w:tcW w:w="4962" w:type="dxa"/>
          </w:tcPr>
          <w:p w14:paraId="72438C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7804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39D57" w14:textId="77777777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61BE781" w14:textId="77777777" w:rsidTr="00923D7D">
        <w:tc>
          <w:tcPr>
            <w:tcW w:w="4962" w:type="dxa"/>
          </w:tcPr>
          <w:p w14:paraId="4E3165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1E17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83A349" w14:textId="22369325" w:rsidR="00C61DC5" w:rsidRPr="009C54AE" w:rsidRDefault="00A06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2C7EC51" w14:textId="77777777" w:rsidTr="00923D7D">
        <w:tc>
          <w:tcPr>
            <w:tcW w:w="4962" w:type="dxa"/>
          </w:tcPr>
          <w:p w14:paraId="278D4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91D5E7" w14:textId="77777777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221FE351" w14:textId="77777777" w:rsidTr="00923D7D">
        <w:tc>
          <w:tcPr>
            <w:tcW w:w="4962" w:type="dxa"/>
          </w:tcPr>
          <w:p w14:paraId="4AC19A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4CECAA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05E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1D5A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D0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5D1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63A470" w14:textId="77777777" w:rsidTr="0071620A">
        <w:trPr>
          <w:trHeight w:val="397"/>
        </w:trPr>
        <w:tc>
          <w:tcPr>
            <w:tcW w:w="3544" w:type="dxa"/>
          </w:tcPr>
          <w:p w14:paraId="48A47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D7C9BF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291CA38" w14:textId="77777777" w:rsidTr="0071620A">
        <w:trPr>
          <w:trHeight w:val="397"/>
        </w:trPr>
        <w:tc>
          <w:tcPr>
            <w:tcW w:w="3544" w:type="dxa"/>
          </w:tcPr>
          <w:p w14:paraId="75A846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06EA6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E07A01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61C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E9AE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D8AF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C567C" w:rsidRPr="0071375B" w14:paraId="503D9623" w14:textId="77777777" w:rsidTr="00EC567C">
        <w:trPr>
          <w:trHeight w:val="397"/>
        </w:trPr>
        <w:tc>
          <w:tcPr>
            <w:tcW w:w="9214" w:type="dxa"/>
          </w:tcPr>
          <w:p w14:paraId="5C82232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8A7F89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Gąsiorek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Synoradzka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674B5660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C567C" w:rsidRPr="0071375B" w14:paraId="5F2F4363" w14:textId="77777777" w:rsidTr="00EC567C">
        <w:trPr>
          <w:trHeight w:val="397"/>
        </w:trPr>
        <w:tc>
          <w:tcPr>
            <w:tcW w:w="9214" w:type="dxa"/>
          </w:tcPr>
          <w:p w14:paraId="65B5A0D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E7658B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E1B6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A3E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E16EF" w14:textId="77777777" w:rsidR="00FE4662" w:rsidRDefault="00FE4662" w:rsidP="00C16ABF">
      <w:pPr>
        <w:spacing w:after="0" w:line="240" w:lineRule="auto"/>
      </w:pPr>
      <w:r>
        <w:separator/>
      </w:r>
    </w:p>
  </w:endnote>
  <w:endnote w:type="continuationSeparator" w:id="0">
    <w:p w14:paraId="6B3A7FDC" w14:textId="77777777" w:rsidR="00FE4662" w:rsidRDefault="00FE46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CCC3B" w14:textId="77777777" w:rsidR="00FE4662" w:rsidRDefault="00FE4662" w:rsidP="00C16ABF">
      <w:pPr>
        <w:spacing w:after="0" w:line="240" w:lineRule="auto"/>
      </w:pPr>
      <w:r>
        <w:separator/>
      </w:r>
    </w:p>
  </w:footnote>
  <w:footnote w:type="continuationSeparator" w:id="0">
    <w:p w14:paraId="4EF127B8" w14:textId="77777777" w:rsidR="00FE4662" w:rsidRDefault="00FE4662" w:rsidP="00C16ABF">
      <w:pPr>
        <w:spacing w:after="0" w:line="240" w:lineRule="auto"/>
      </w:pPr>
      <w:r>
        <w:continuationSeparator/>
      </w:r>
    </w:p>
  </w:footnote>
  <w:footnote w:id="1">
    <w:p w14:paraId="4935AB8A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856AA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362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2144C0"/>
    <w:rsid w:val="00215C13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1941"/>
    <w:rsid w:val="003E2FE6"/>
    <w:rsid w:val="003E49D5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7FC9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332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75952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0895"/>
    <w:rsid w:val="00DE09C0"/>
    <w:rsid w:val="00DE4A14"/>
    <w:rsid w:val="00DF320D"/>
    <w:rsid w:val="00DF71C8"/>
    <w:rsid w:val="00E129B8"/>
    <w:rsid w:val="00E212C7"/>
    <w:rsid w:val="00E21E7D"/>
    <w:rsid w:val="00E22FBC"/>
    <w:rsid w:val="00E24BF5"/>
    <w:rsid w:val="00E2533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C567C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533F9"/>
    <w:rsid w:val="00F61110"/>
    <w:rsid w:val="00F617C3"/>
    <w:rsid w:val="00F61C78"/>
    <w:rsid w:val="00F7066B"/>
    <w:rsid w:val="00F83B28"/>
    <w:rsid w:val="00F91AE2"/>
    <w:rsid w:val="00F95E7F"/>
    <w:rsid w:val="00F974DA"/>
    <w:rsid w:val="00FA46E5"/>
    <w:rsid w:val="00FB7DBA"/>
    <w:rsid w:val="00FC1C25"/>
    <w:rsid w:val="00FC3F45"/>
    <w:rsid w:val="00FD503F"/>
    <w:rsid w:val="00FD7589"/>
    <w:rsid w:val="00FE4662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37DA"/>
  <w15:docId w15:val="{38EF70CA-3042-4ACC-97E1-BC8D20EA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0CEAC-D2A0-4920-9793-E54752BA2A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CFFE5B-DE33-41D8-B5A7-B1FD6DBD2C76}"/>
</file>

<file path=customXml/itemProps3.xml><?xml version="1.0" encoding="utf-8"?>
<ds:datastoreItem xmlns:ds="http://schemas.openxmlformats.org/officeDocument/2006/customXml" ds:itemID="{349D6960-21D2-4BBB-AB9F-CD1A3B2466B4}"/>
</file>

<file path=customXml/itemProps4.xml><?xml version="1.0" encoding="utf-8"?>
<ds:datastoreItem xmlns:ds="http://schemas.openxmlformats.org/officeDocument/2006/customXml" ds:itemID="{0372832F-721F-4F31-A893-2F8C704215F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5</cp:revision>
  <cp:lastPrinted>2019-07-30T10:33:00Z</cp:lastPrinted>
  <dcterms:created xsi:type="dcterms:W3CDTF">2021-09-30T19:26:00Z</dcterms:created>
  <dcterms:modified xsi:type="dcterms:W3CDTF">2021-10-02T13:04:00Z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